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7457D9-42B3-46D7-87B2-2BDE70FFB5F0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